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3FB280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53ACAD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B837197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06F6C">
        <w:rPr>
          <w:rFonts w:ascii="Corbel" w:hAnsi="Corbel"/>
          <w:i/>
          <w:smallCaps/>
          <w:sz w:val="24"/>
          <w:szCs w:val="24"/>
        </w:rPr>
        <w:t>2022/23-2023/24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0CA99A81" w14:textId="2584288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96C0FD4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96C0FD4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96C0FD4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19908E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D63981">
        <w:rPr>
          <w:rFonts w:ascii="Corbel" w:hAnsi="Corbel"/>
          <w:sz w:val="20"/>
          <w:szCs w:val="20"/>
        </w:rPr>
        <w:t>202</w:t>
      </w:r>
      <w:r w:rsidR="00106F6C">
        <w:rPr>
          <w:rFonts w:ascii="Corbel" w:hAnsi="Corbel"/>
          <w:sz w:val="20"/>
          <w:szCs w:val="20"/>
        </w:rPr>
        <w:t>3</w:t>
      </w:r>
      <w:r w:rsidR="00D63981">
        <w:rPr>
          <w:rFonts w:ascii="Corbel" w:hAnsi="Corbel"/>
          <w:sz w:val="20"/>
          <w:szCs w:val="20"/>
        </w:rPr>
        <w:t>/202</w:t>
      </w:r>
      <w:r w:rsidR="00106F6C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46F6543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30894F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96C0FD4" w14:paraId="2B7A0F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B47DE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96C0FD4" w:rsidRDefault="00D63981" w14:paraId="7F34E675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6C0FD4" w:rsidR="00D63981">
              <w:rPr>
                <w:rFonts w:ascii="Corbel" w:hAnsi="Corbel"/>
                <w:b w:val="1"/>
                <w:bCs w:val="1"/>
                <w:sz w:val="24"/>
                <w:szCs w:val="24"/>
              </w:rPr>
              <w:t>Public relations i tworzenie wizerunku</w:t>
            </w:r>
          </w:p>
        </w:tc>
      </w:tr>
      <w:tr w:rsidRPr="009C54AE" w:rsidR="0085747A" w:rsidTr="196C0FD4" w14:paraId="53ED447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4A39C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6CE2" w14:paraId="13BCFA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ASO61</w:t>
            </w:r>
          </w:p>
        </w:tc>
      </w:tr>
      <w:tr w:rsidRPr="009C54AE" w:rsidR="0085747A" w:rsidTr="196C0FD4" w14:paraId="26D80623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067539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96C0FD4" w:rsidRDefault="00344AEF" w14:paraId="26FF2FC3" w14:textId="59824F7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96C0FD4" w:rsidR="00344AE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196C0FD4" w14:paraId="3FC002A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702C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96C0FD4" w:rsidRDefault="00344AEF" w14:paraId="12617486" w14:textId="7A6D05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96C0FD4" w:rsidR="483D1D7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96C0FD4" w:rsidR="00344AEF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Gospodarczego</w:t>
            </w:r>
          </w:p>
        </w:tc>
      </w:tr>
      <w:tr w:rsidRPr="009C54AE" w:rsidR="0085747A" w:rsidTr="196C0FD4" w14:paraId="67D215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31E5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63981" w14:paraId="493A97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96C0FD4" w14:paraId="228AC6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1849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0FAA" w14:paraId="567D5DF8" w14:textId="69331A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344AEF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196C0FD4" w14:paraId="5C6D4C1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ED95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6F6C" w14:paraId="757D21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96C0FD4" w14:paraId="187A14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0D5C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63981" w14:paraId="63964F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9C54AE" w:rsidR="0085747A" w:rsidTr="196C0FD4" w14:paraId="7A2C36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7FCE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96C0FD4" w:rsidRDefault="00106F6C" w14:paraId="28204CBA" w14:textId="0C429E4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96C0FD4" w:rsidR="00106F6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196C0FD4" w:rsidR="10A65E7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196C0FD4" w:rsidR="00106F6C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196C0FD4" w14:paraId="5B356A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D3244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6F6C" w14:paraId="5C704C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196C0FD4" w14:paraId="2140871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4E3E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63981" w14:paraId="73D083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96C0FD4" w14:paraId="237A976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8ADF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35973" w14:paraId="41B6F8FB" w14:textId="0651AE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Olszewski, prof. UR</w:t>
            </w:r>
          </w:p>
        </w:tc>
      </w:tr>
      <w:tr w:rsidRPr="009C54AE" w:rsidR="00035973" w:rsidTr="196C0FD4" w14:paraId="62A3CD6D" w14:textId="77777777">
        <w:tc>
          <w:tcPr>
            <w:tcW w:w="2694" w:type="dxa"/>
            <w:tcMar/>
            <w:vAlign w:val="center"/>
          </w:tcPr>
          <w:p w:rsidRPr="009C54AE" w:rsidR="00035973" w:rsidP="00035973" w:rsidRDefault="00035973" w14:paraId="310F9C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35973" w:rsidP="00035973" w:rsidRDefault="00035973" w14:paraId="3EEE9A57" w14:textId="28EF8B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Jan Olszewski, prof. UR</w:t>
            </w:r>
          </w:p>
        </w:tc>
      </w:tr>
    </w:tbl>
    <w:p w:rsidRPr="009C54AE" w:rsidR="0085747A" w:rsidP="009C54AE" w:rsidRDefault="0085747A" w14:paraId="410CB5E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FAC0B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631F12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4FC6A4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915"/>
        <w:gridCol w:w="710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196C0FD4" w14:paraId="4038BA6A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28650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5CD2F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B196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6FA24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60C6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AAD8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5145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F2A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3CAE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810F8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0F68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96C0FD4" w14:paraId="66118CE8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20FAA" w14:paraId="5B5453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06F6C" w14:paraId="4D11F5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06F6C" w14:paraId="44F8E6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BA899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0749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999F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7709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9B200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C92C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63981" w14:paraId="4CC2BE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B6A4C9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809E8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196C0FD4" w:rsidRDefault="00F55949" w14:paraId="0F20729D" w14:textId="51FA940C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196C0FD4" w:rsidR="447F9314">
        <w:rPr>
          <w:rFonts w:ascii="MS Gothic" w:hAnsi="MS Gothic" w:eastAsia="MS Gothic" w:cs="MS Gothic"/>
          <w:b w:val="0"/>
          <w:bCs w:val="0"/>
        </w:rPr>
        <w:t xml:space="preserve"> </w:t>
      </w:r>
      <w:r w:rsidRPr="196C0FD4" w:rsidR="00F55949">
        <w:rPr>
          <w:rFonts w:ascii="MS Gothic" w:hAnsi="MS Gothic" w:eastAsia="MS Gothic" w:cs="MS Gothic"/>
          <w:b w:val="0"/>
          <w:bCs w:val="0"/>
        </w:rPr>
        <w:t>X</w:t>
      </w:r>
      <w:r w:rsidRPr="196C0FD4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6AD9B8D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D9404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06F6C" w:rsidR="009C54AE" w:rsidP="1BF0B1EE" w:rsidRDefault="00E22FBC" w14:paraId="7272872C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BF0B1E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BF0B1EE" w:rsidR="00E22FBC">
        <w:rPr>
          <w:rFonts w:ascii="Corbel" w:hAnsi="Corbel"/>
          <w:caps w:val="0"/>
          <w:smallCaps w:val="0"/>
        </w:rPr>
        <w:t>For</w:t>
      </w:r>
      <w:r w:rsidRPr="1BF0B1EE" w:rsidR="00445970">
        <w:rPr>
          <w:rFonts w:ascii="Corbel" w:hAnsi="Corbel"/>
          <w:caps w:val="0"/>
          <w:smallCaps w:val="0"/>
        </w:rPr>
        <w:t xml:space="preserve">ma zaliczenia </w:t>
      </w:r>
      <w:r w:rsidRPr="1BF0B1EE" w:rsidR="00F55949">
        <w:rPr>
          <w:rFonts w:ascii="Corbel" w:hAnsi="Corbel"/>
          <w:caps w:val="0"/>
          <w:smallCaps w:val="0"/>
        </w:rPr>
        <w:t xml:space="preserve">przedmiotu </w:t>
      </w:r>
      <w:r w:rsidRPr="1BF0B1EE" w:rsidR="00F55949">
        <w:rPr>
          <w:rFonts w:ascii="Corbel" w:hAnsi="Corbel"/>
          <w:caps w:val="0"/>
          <w:smallCaps w:val="0"/>
        </w:rPr>
        <w:t>(</w:t>
      </w:r>
      <w:r w:rsidRPr="1BF0B1EE" w:rsidR="00E22FBC">
        <w:rPr>
          <w:rFonts w:ascii="Corbel" w:hAnsi="Corbel"/>
          <w:caps w:val="0"/>
          <w:smallCaps w:val="0"/>
        </w:rPr>
        <w:t xml:space="preserve">z toku) </w:t>
      </w:r>
      <w:r w:rsidRPr="1BF0B1EE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1BF0B1EE" w:rsidR="00E22FBC">
        <w:rPr>
          <w:rFonts w:ascii="Corbel" w:hAnsi="Corbel"/>
          <w:b w:val="0"/>
          <w:bCs w:val="0"/>
          <w:caps w:val="0"/>
          <w:smallCaps w:val="0"/>
          <w:u w:val="single"/>
        </w:rPr>
        <w:t>egzamin</w:t>
      </w:r>
      <w:r w:rsidRPr="1BF0B1EE" w:rsidR="00E22FBC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1BF0B1EE" w:rsidR="00E22FBC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1BF0B1EE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E960BB" w:rsidP="009C54AE" w:rsidRDefault="00E960BB" w14:paraId="2EB890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196C0FD4" w:rsidRDefault="0085747A" w14:paraId="799EB988" w14:textId="77777777">
      <w:pPr>
        <w:pStyle w:val="Punktygwne"/>
        <w:spacing w:before="0" w:after="0"/>
        <w:rPr>
          <w:rFonts w:ascii="Corbel" w:hAnsi="Corbel"/>
        </w:rPr>
      </w:pPr>
      <w:r w:rsidRPr="196C0FD4" w:rsidR="0085747A">
        <w:rPr>
          <w:rFonts w:ascii="Corbel" w:hAnsi="Corbel"/>
        </w:rPr>
        <w:t xml:space="preserve">2.Wymagania wstępne </w:t>
      </w:r>
    </w:p>
    <w:p w:rsidR="196C0FD4" w:rsidP="196C0FD4" w:rsidRDefault="196C0FD4" w14:paraId="7B52BB53" w14:textId="491F358A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96C0FD4" w14:paraId="421329F6" w14:textId="77777777">
        <w:tc>
          <w:tcPr>
            <w:tcW w:w="9670" w:type="dxa"/>
            <w:tcMar/>
          </w:tcPr>
          <w:p w:rsidRPr="009C54AE" w:rsidR="0085747A" w:rsidP="196C0FD4" w:rsidRDefault="0085747A" w14:paraId="1E65CA6B" w14:textId="008FC7F2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96C0FD4" w:rsidR="699CD5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196C0FD4" w:rsidR="2DCDB9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196C0FD4" w:rsidR="699CD5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743D99F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A4832C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ED1EA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284AA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2C3CBC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85747A" w:rsidTr="00A35E76" w14:paraId="387CEC6E" w14:textId="77777777">
        <w:tc>
          <w:tcPr>
            <w:tcW w:w="845" w:type="dxa"/>
            <w:vAlign w:val="center"/>
          </w:tcPr>
          <w:p w:rsidRPr="009C54AE" w:rsidR="0085747A" w:rsidP="009C54AE" w:rsidRDefault="0085747A" w14:paraId="4C6D10C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35E76" w:rsidR="0085747A" w:rsidP="00A35E76" w:rsidRDefault="00A35E76" w14:paraId="0F2924F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przedstawienie zagadnień z zakresu </w:t>
            </w:r>
            <w:r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Public relations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ramach standardów prawnych, które wyznaczają granice dla tego typu relacji, z uwzględnieniem: lobbingu, sponsoringu, konsultacji społecznych i prawa reklamy. Zagadnienia zostaną omówione ze szczególnym uwzględnieniem kontekstu prowadzenia działalności gospodarczej i oddziaływania wyżej wymienionych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na decyzje konsumenckie</w:t>
            </w:r>
          </w:p>
        </w:tc>
      </w:tr>
    </w:tbl>
    <w:p w:rsidRPr="009C54AE" w:rsidR="0085747A" w:rsidP="009C54AE" w:rsidRDefault="0085747A" w14:paraId="2B870EB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74CDC7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B1EA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96C0FD4" w14:paraId="0FAE4EAD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7676E4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A20D3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686F44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96C0FD4" w14:paraId="533A737B" w14:textId="77777777">
        <w:tc>
          <w:tcPr>
            <w:tcW w:w="1701" w:type="dxa"/>
            <w:tcMar/>
          </w:tcPr>
          <w:p w:rsidRPr="009C54AE" w:rsidR="0085747A" w:rsidP="009C54AE" w:rsidRDefault="0085747A" w14:paraId="2D0D08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D63981" w:rsidR="0085747A" w:rsidP="00F55949" w:rsidRDefault="00EF0E99" w14:paraId="67FEC10B" w14:textId="529D1058">
            <w:pPr>
              <w:pStyle w:val="NormalnyWeb"/>
              <w:jc w:val="both"/>
            </w:pPr>
            <w:r w:rsidRPr="196C0FD4" w:rsidR="16C4E610">
              <w:rPr>
                <w:rFonts w:ascii="TimesNewRomanPSMT" w:hAnsi="TimesNewRomanPSMT"/>
                <w:sz w:val="20"/>
                <w:szCs w:val="20"/>
              </w:rPr>
              <w:t>zna,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wymienia i charakteryzuje wybrane modele i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PR</w:t>
            </w:r>
            <w:r w:rsidRPr="196C0FD4" w:rsidR="00106F6C">
              <w:rPr>
                <w:rFonts w:ascii="TimesNewRomanPSMT" w:hAnsi="TimesNewRomanPSMT"/>
                <w:sz w:val="20"/>
                <w:szCs w:val="20"/>
              </w:rPr>
              <w:t>.</w:t>
            </w:r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Zna Kodeks Etyki Polskiego Stowarzyszenia Public Relations.</w:t>
            </w:r>
            <w:r w:rsidRPr="196C0FD4" w:rsidR="74CE9C5F">
              <w:rPr>
                <w:rFonts w:ascii="TimesNewRomanPSMT" w:hAnsi="TimesNewRomanPSMT"/>
                <w:sz w:val="20"/>
                <w:szCs w:val="20"/>
              </w:rPr>
              <w:t xml:space="preserve"> Student porusza się w zagadnieniach prawnych dotyczących procesu informowania organów administracji publicznej i podmiotów prywatnych</w:t>
            </w:r>
          </w:p>
        </w:tc>
        <w:tc>
          <w:tcPr>
            <w:tcW w:w="1873" w:type="dxa"/>
            <w:tcMar/>
          </w:tcPr>
          <w:p w:rsidRPr="009C54AE" w:rsidR="0085747A" w:rsidP="196C0FD4" w:rsidRDefault="00DA526F" w14:paraId="3340AD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5DA03C4F">
              <w:rPr>
                <w:b w:val="0"/>
                <w:bCs w:val="0"/>
                <w:sz w:val="20"/>
                <w:szCs w:val="20"/>
              </w:rPr>
              <w:t>K_W04</w:t>
            </w:r>
            <w:r w:rsidRPr="196C0FD4" w:rsidR="74CE9C5F">
              <w:rPr>
                <w:b w:val="0"/>
                <w:bCs w:val="0"/>
                <w:sz w:val="20"/>
                <w:szCs w:val="20"/>
              </w:rPr>
              <w:t>, K_WO3, K_U01</w:t>
            </w:r>
          </w:p>
        </w:tc>
      </w:tr>
      <w:tr w:rsidRPr="009C54AE" w:rsidR="00EF0E99" w:rsidTr="196C0FD4" w14:paraId="4916C2EA" w14:textId="77777777">
        <w:tc>
          <w:tcPr>
            <w:tcW w:w="1701" w:type="dxa"/>
            <w:tcMar/>
          </w:tcPr>
          <w:p w:rsidRPr="009C54AE" w:rsidR="00EF0E99" w:rsidP="009C54AE" w:rsidRDefault="00F55949" w14:paraId="046D07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="00EF0E99" w:rsidP="00F55949" w:rsidRDefault="00EF0E99" w14:paraId="65BD2793" w14:textId="108C1B46">
            <w:pPr>
              <w:pStyle w:val="NormalnyWeb"/>
              <w:jc w:val="both"/>
              <w:rPr>
                <w:rFonts w:ascii="TimesNewRomanPSMT" w:hAnsi="TimesNewRomanPSMT"/>
                <w:sz w:val="20"/>
                <w:szCs w:val="20"/>
              </w:rPr>
            </w:pPr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ma wiedzę w zakresie komunikowania i </w:t>
            </w:r>
            <w:proofErr w:type="spellStart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>wyjaśnia</w:t>
            </w:r>
            <w:proofErr w:type="spellEnd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znaczenia PR dla </w:t>
            </w:r>
            <w:proofErr w:type="spellStart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>rożnego</w:t>
            </w:r>
            <w:proofErr w:type="spellEnd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typu organizacji. Wymienia i </w:t>
            </w:r>
            <w:proofErr w:type="spellStart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>wyjaśnia</w:t>
            </w:r>
            <w:proofErr w:type="spellEnd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znaczenie </w:t>
            </w:r>
            <w:proofErr w:type="spellStart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>narzędzi</w:t>
            </w:r>
            <w:proofErr w:type="spellEnd"/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PR</w:t>
            </w:r>
            <w:r w:rsidRPr="196C0FD4" w:rsidR="74CE9C5F">
              <w:rPr>
                <w:rFonts w:ascii="TimesNewRomanPSMT" w:hAnsi="TimesNewRomanPSMT"/>
                <w:sz w:val="20"/>
                <w:szCs w:val="20"/>
              </w:rPr>
              <w:t>.</w:t>
            </w:r>
            <w:r w:rsidRPr="196C0FD4" w:rsidR="16C4E610">
              <w:rPr>
                <w:rFonts w:ascii="TimesNewRomanPSMT" w:hAnsi="TimesNewRomanPSMT"/>
                <w:sz w:val="20"/>
                <w:szCs w:val="20"/>
              </w:rPr>
              <w:t xml:space="preserve"> Zna przepisy prawne dotyczące komunikacji marketingowej</w:t>
            </w:r>
          </w:p>
        </w:tc>
        <w:tc>
          <w:tcPr>
            <w:tcW w:w="1873" w:type="dxa"/>
            <w:tcMar/>
          </w:tcPr>
          <w:p w:rsidRPr="009C54AE" w:rsidR="00EF0E99" w:rsidP="196C0FD4" w:rsidRDefault="00DA526F" w14:paraId="24A42B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5DA03C4F">
              <w:rPr>
                <w:b w:val="0"/>
                <w:bCs w:val="0"/>
                <w:sz w:val="20"/>
                <w:szCs w:val="20"/>
              </w:rPr>
              <w:t>K_W04</w:t>
            </w:r>
            <w:r w:rsidRPr="196C0FD4" w:rsidR="74CE9C5F">
              <w:rPr>
                <w:b w:val="0"/>
                <w:bCs w:val="0"/>
                <w:sz w:val="20"/>
                <w:szCs w:val="20"/>
              </w:rPr>
              <w:t>, K_U01, K_UO3</w:t>
            </w:r>
          </w:p>
        </w:tc>
      </w:tr>
      <w:tr w:rsidRPr="009C54AE" w:rsidR="0085747A" w:rsidTr="196C0FD4" w14:paraId="56F07FDB" w14:textId="77777777">
        <w:tc>
          <w:tcPr>
            <w:tcW w:w="1701" w:type="dxa"/>
            <w:tcMar/>
          </w:tcPr>
          <w:p w:rsidRPr="009C54AE" w:rsidR="0085747A" w:rsidP="009C54AE" w:rsidRDefault="0085747A" w14:paraId="09405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5594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D63981" w:rsidR="0085747A" w:rsidP="00F55949" w:rsidRDefault="00D63981" w14:paraId="04DCFC5B" w14:textId="127F07DE">
            <w:pPr>
              <w:pStyle w:val="NormalnyWeb"/>
              <w:jc w:val="both"/>
            </w:pPr>
            <w:r w:rsidRPr="196C0FD4" w:rsidR="0C795EA9">
              <w:rPr>
                <w:rFonts w:ascii="TimesNewRomanPSMT" w:hAnsi="TimesNewRomanPSMT"/>
                <w:sz w:val="20"/>
                <w:szCs w:val="20"/>
              </w:rPr>
              <w:t>p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otrafi 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zastosowac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́ poznane modele i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PR do </w:t>
            </w:r>
            <w:r w:rsidRPr="196C0FD4" w:rsidR="5DA03C4F">
              <w:rPr>
                <w:rFonts w:ascii="TimesNewRomanPSMT" w:hAnsi="TimesNewRomanPSMT"/>
                <w:sz w:val="20"/>
                <w:szCs w:val="20"/>
              </w:rPr>
              <w:t>prowadzenia działalności gospodarczej zgodnie z dobrymi praktykami PR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. Potrafi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ocenic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skutecznośc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działan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́ PR podejmowanych przez organizacje.</w:t>
            </w:r>
          </w:p>
        </w:tc>
        <w:tc>
          <w:tcPr>
            <w:tcW w:w="1873" w:type="dxa"/>
            <w:tcMar/>
          </w:tcPr>
          <w:p w:rsidRPr="009C54AE" w:rsidR="0085747A" w:rsidP="196C0FD4" w:rsidRDefault="00DA526F" w14:paraId="2CC9DB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5DA03C4F">
              <w:rPr>
                <w:b w:val="0"/>
                <w:bCs w:val="0"/>
                <w:sz w:val="20"/>
                <w:szCs w:val="20"/>
              </w:rPr>
              <w:t>K_W03, K_W09</w:t>
            </w:r>
            <w:r w:rsidRPr="196C0FD4" w:rsidR="71BD3E82">
              <w:rPr>
                <w:b w:val="0"/>
                <w:bCs w:val="0"/>
                <w:sz w:val="20"/>
                <w:szCs w:val="20"/>
              </w:rPr>
              <w:t>, K_UO6, K_K03</w:t>
            </w:r>
          </w:p>
        </w:tc>
      </w:tr>
      <w:tr w:rsidRPr="009C54AE" w:rsidR="0085747A" w:rsidTr="196C0FD4" w14:paraId="326432D2" w14:textId="77777777">
        <w:tc>
          <w:tcPr>
            <w:tcW w:w="1701" w:type="dxa"/>
            <w:tcMar/>
          </w:tcPr>
          <w:p w:rsidRPr="009C54AE" w:rsidR="0085747A" w:rsidP="009C54AE" w:rsidRDefault="0085747A" w14:paraId="6365D9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5949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D63981" w:rsidR="0085747A" w:rsidP="00F55949" w:rsidRDefault="00D63981" w14:paraId="55669CCF" w14:textId="4343BEE7">
            <w:pPr>
              <w:pStyle w:val="NormalnyWeb"/>
              <w:jc w:val="both"/>
            </w:pPr>
            <w:r w:rsidRPr="196C0FD4" w:rsidR="65B1529D">
              <w:rPr>
                <w:rFonts w:ascii="TimesNewRomanPSMT" w:hAnsi="TimesNewRomanPSMT"/>
                <w:sz w:val="20"/>
                <w:szCs w:val="20"/>
              </w:rPr>
              <w:t>p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otrafi 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doskonalic</w:t>
            </w: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́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narzędzia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PR w pr</w:t>
            </w:r>
            <w:r w:rsidRPr="196C0FD4" w:rsidR="277C16C9">
              <w:rPr>
                <w:rFonts w:ascii="TimesNewRomanPSMT" w:hAnsi="TimesNewRomanPSMT"/>
                <w:sz w:val="20"/>
                <w:szCs w:val="20"/>
              </w:rPr>
              <w:t>owadzeniu działalności gospodarcze</w:t>
            </w:r>
            <w:r w:rsidRPr="196C0FD4" w:rsidR="5DA03C4F">
              <w:rPr>
                <w:rFonts w:ascii="TimesNewRomanPSMT" w:hAnsi="TimesNewRomanPSMT"/>
                <w:sz w:val="20"/>
                <w:szCs w:val="20"/>
              </w:rPr>
              <w:t>j</w:t>
            </w:r>
            <w:r w:rsidRPr="196C0FD4" w:rsidR="277C16C9">
              <w:rPr>
                <w:rFonts w:ascii="TimesNewRomanPSMT" w:hAnsi="TimesNewRomanPSMT"/>
                <w:sz w:val="20"/>
                <w:szCs w:val="20"/>
              </w:rPr>
              <w:t>. Potrafi ocenić zachowania przedsiębiorców jako mających oddziaływanie na wybory konsumenckie</w:t>
            </w:r>
          </w:p>
        </w:tc>
        <w:tc>
          <w:tcPr>
            <w:tcW w:w="1873" w:type="dxa"/>
            <w:tcMar/>
          </w:tcPr>
          <w:p w:rsidRPr="009C54AE" w:rsidR="0085747A" w:rsidP="196C0FD4" w:rsidRDefault="00DA526F" w14:paraId="5C9A9C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5DA03C4F">
              <w:rPr>
                <w:b w:val="0"/>
                <w:bCs w:val="0"/>
                <w:sz w:val="20"/>
                <w:szCs w:val="20"/>
              </w:rPr>
              <w:t>K_W09</w:t>
            </w:r>
            <w:r w:rsidRPr="196C0FD4" w:rsidR="71BD3E82">
              <w:rPr>
                <w:b w:val="0"/>
                <w:bCs w:val="0"/>
                <w:sz w:val="20"/>
                <w:szCs w:val="20"/>
              </w:rPr>
              <w:t>, K_UO6</w:t>
            </w:r>
          </w:p>
        </w:tc>
      </w:tr>
      <w:tr w:rsidRPr="009C54AE" w:rsidR="00D63981" w:rsidTr="196C0FD4" w14:paraId="1C699BEF" w14:textId="77777777">
        <w:tc>
          <w:tcPr>
            <w:tcW w:w="1701" w:type="dxa"/>
            <w:tcMar/>
          </w:tcPr>
          <w:p w:rsidRPr="009C54AE" w:rsidR="00D63981" w:rsidP="009C54AE" w:rsidRDefault="00F55949" w14:paraId="48FE68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D63981" w:rsidR="00D63981" w:rsidP="196C0FD4" w:rsidRDefault="00D63981" w14:paraId="63073106" w14:textId="269BA8B7">
            <w:pPr>
              <w:pStyle w:val="NormalnyWeb"/>
              <w:jc w:val="both"/>
              <w:rPr>
                <w:rFonts w:ascii="TimesNewRomanPSMT" w:hAnsi="TimesNewRomanPSMT"/>
                <w:sz w:val="20"/>
                <w:szCs w:val="20"/>
              </w:rPr>
            </w:pPr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wykazuje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gotowośc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́ do inicjowania, komunikowania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sie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̨ z otoczeniem, argumentowania i obrony własnych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pomysłów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i </w:t>
            </w:r>
            <w:proofErr w:type="spellStart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>projektów</w:t>
            </w:r>
            <w:proofErr w:type="spellEnd"/>
            <w:r w:rsidRPr="196C0FD4" w:rsidR="00D63981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  <w:r w:rsidRPr="196C0FD4" w:rsidR="74CE9C5F">
              <w:rPr>
                <w:rFonts w:ascii="TimesNewRomanPSMT" w:hAnsi="TimesNewRomanPSMT"/>
                <w:sz w:val="20"/>
                <w:szCs w:val="20"/>
              </w:rPr>
              <w:t xml:space="preserve">dotyczących procesu komunikowania i wymiany </w:t>
            </w:r>
            <w:proofErr w:type="spellStart"/>
            <w:r w:rsidRPr="196C0FD4" w:rsidR="74CE9C5F">
              <w:rPr>
                <w:rFonts w:ascii="TimesNewRomanPSMT" w:hAnsi="TimesNewRomanPSMT"/>
                <w:sz w:val="20"/>
                <w:szCs w:val="20"/>
              </w:rPr>
              <w:t>informacij</w:t>
            </w:r>
            <w:proofErr w:type="spellEnd"/>
          </w:p>
        </w:tc>
        <w:tc>
          <w:tcPr>
            <w:tcW w:w="1873" w:type="dxa"/>
            <w:tcMar/>
          </w:tcPr>
          <w:p w:rsidRPr="009C54AE" w:rsidR="00D63981" w:rsidP="196C0FD4" w:rsidRDefault="00AB6CE2" w14:paraId="25F0A7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00AB6CE2">
              <w:rPr>
                <w:b w:val="0"/>
                <w:bCs w:val="0"/>
                <w:sz w:val="20"/>
                <w:szCs w:val="20"/>
              </w:rPr>
              <w:t>K_W09, K_U01, K_U03, K_U06, K_K03, K_K04</w:t>
            </w:r>
          </w:p>
        </w:tc>
      </w:tr>
    </w:tbl>
    <w:p w:rsidRPr="009C54AE" w:rsidR="0085747A" w:rsidP="009C54AE" w:rsidRDefault="0085747A" w14:paraId="1A8FDF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C7BAD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FC34F9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96C0FD4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C6229" w14:paraId="0FBB7623" w14:textId="77777777">
        <w:tc>
          <w:tcPr>
            <w:tcW w:w="9520" w:type="dxa"/>
          </w:tcPr>
          <w:p w:rsidRPr="009C54AE" w:rsidR="0085747A" w:rsidP="009C54AE" w:rsidRDefault="0085747A" w14:paraId="27AC155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968B3" w:rsidR="0085747A" w:rsidTr="008C6229" w14:paraId="637E39F3" w14:textId="77777777">
        <w:tc>
          <w:tcPr>
            <w:tcW w:w="9520" w:type="dxa"/>
          </w:tcPr>
          <w:p w:rsidRPr="005B4C8B" w:rsidR="008968B3" w:rsidP="00AB6CE2" w:rsidRDefault="008968B3" w14:paraId="25AFD3CA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 w:hanging="417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Poszukiwanie uniwersalnego pojęcia informacji:</w:t>
            </w:r>
          </w:p>
          <w:p w:rsidRPr="005B4C8B" w:rsidR="008968B3" w:rsidP="008968B3" w:rsidRDefault="008968B3" w14:paraId="655CB343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informacji w ujęciu pragmatycznym</w:t>
            </w:r>
          </w:p>
          <w:p w:rsidRPr="005B4C8B" w:rsidR="008968B3" w:rsidP="008968B3" w:rsidRDefault="008968B3" w14:paraId="30560B19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Prawne pojęcia związane z informacją</w:t>
            </w:r>
          </w:p>
          <w:p w:rsidRPr="005B4C8B" w:rsidR="008968B3" w:rsidP="008968B3" w:rsidRDefault="008968B3" w14:paraId="6FF49E4A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Wpływ dyscyplin prawa na treść informacji prawnej i prawniczej w systemach informacyjno-wyszukiwawczych</w:t>
            </w:r>
          </w:p>
          <w:p w:rsidRPr="005B4C8B" w:rsidR="0085747A" w:rsidP="008968B3" w:rsidRDefault="008968B3" w14:paraId="16695F6B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Ustalanie pojęcia informacji poprzez jej cechy 3h</w:t>
            </w:r>
          </w:p>
        </w:tc>
      </w:tr>
      <w:tr w:rsidRPr="00EF0E99" w:rsidR="00EF0E99" w:rsidTr="008C6229" w14:paraId="3152CD05" w14:textId="77777777">
        <w:tc>
          <w:tcPr>
            <w:tcW w:w="9520" w:type="dxa"/>
          </w:tcPr>
          <w:p w:rsidRPr="005B4C8B" w:rsidR="008968B3" w:rsidP="00AB6CE2" w:rsidRDefault="008968B3" w14:paraId="7C821450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 w:cs="Arial"/>
                <w:color w:val="000000"/>
                <w:shd w:val="clear" w:color="auto" w:fill="FFFFFF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Wybrane zasady w procesie informowania</w:t>
            </w:r>
          </w:p>
          <w:p w:rsidRPr="005B4C8B" w:rsidR="008968B3" w:rsidP="008968B3" w:rsidRDefault="008968B3" w14:paraId="255236A0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Zasady prawne jako element stabilizacji procesów informacyjnych</w:t>
            </w:r>
          </w:p>
          <w:p w:rsidRPr="005B4C8B" w:rsidR="008968B3" w:rsidP="008968B3" w:rsidRDefault="008968B3" w14:paraId="5E0671D0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kompleksowości informacyjnej</w:t>
            </w:r>
          </w:p>
          <w:p w:rsidRPr="005B4C8B" w:rsidR="008968B3" w:rsidP="008968B3" w:rsidRDefault="008968B3" w14:paraId="384922A9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profesjonalnego informowania</w:t>
            </w:r>
          </w:p>
          <w:p w:rsidRPr="005B4C8B" w:rsidR="00EF0E99" w:rsidP="00AB6CE2" w:rsidRDefault="008968B3" w14:paraId="68C38F06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Zasada ustalania stopnia przygotowania odbiorcy i jego zdolności odbiorczych w zakresie przekazywanej informacji 3h</w:t>
            </w:r>
          </w:p>
        </w:tc>
      </w:tr>
      <w:tr w:rsidRPr="00EF0E99" w:rsidR="00EF0E99" w:rsidTr="008C6229" w14:paraId="6B34B2B3" w14:textId="77777777">
        <w:tc>
          <w:tcPr>
            <w:tcW w:w="9520" w:type="dxa"/>
          </w:tcPr>
          <w:p w:rsidRPr="005B4C8B" w:rsidR="00EF0E99" w:rsidP="00AB6CE2" w:rsidRDefault="00AB6CE2" w14:paraId="50900B9D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1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Omówienie wybranych funkcji informowania</w:t>
            </w:r>
          </w:p>
          <w:p w:rsidRPr="005B4C8B" w:rsidR="00AB6CE2" w:rsidP="00AB6CE2" w:rsidRDefault="00AB6CE2" w14:paraId="411A54D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Pojęcie funkcji i ich ogólna charakterystyka w zakresie, jaki wynika z obowiązków informacyjnych w prawie gospodarczym</w:t>
            </w:r>
          </w:p>
          <w:p w:rsidRPr="005B4C8B" w:rsidR="00AB6CE2" w:rsidP="00AB6CE2" w:rsidRDefault="00AB6CE2" w14:paraId="2A36590F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lastRenderedPageBreak/>
              <w:t>Ważniejsze obszary realizowania zasady uspołeczniania poprzez informowanie</w:t>
            </w:r>
          </w:p>
          <w:p w:rsidRPr="005B4C8B" w:rsidR="00AB6CE2" w:rsidP="00AB6CE2" w:rsidRDefault="00AB6CE2" w14:paraId="020365D3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Funkcje aksjologiczne w procesach informacyjnych</w:t>
            </w:r>
          </w:p>
          <w:p w:rsidRPr="005B4C8B" w:rsidR="00AB6CE2" w:rsidP="00AB6CE2" w:rsidRDefault="00AB6CE2" w14:paraId="57660D2B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Metody ustalania wartości w procesach informacyjnych i ich analiza</w:t>
            </w:r>
          </w:p>
          <w:p w:rsidRPr="005B4C8B" w:rsidR="00AB6CE2" w:rsidP="00AB6CE2" w:rsidRDefault="00AB6CE2" w14:paraId="01140956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tworzenia polityk, prognozowania i planowania</w:t>
            </w:r>
          </w:p>
          <w:p w:rsidRPr="005B4C8B" w:rsidR="00AB6CE2" w:rsidP="00AB6CE2" w:rsidRDefault="00AB6CE2" w14:paraId="78B6E322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samoświadomości</w:t>
            </w:r>
          </w:p>
          <w:p w:rsidRPr="005B4C8B" w:rsidR="00AB6CE2" w:rsidP="00AB6CE2" w:rsidRDefault="00AB6CE2" w14:paraId="1B3486B7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Kreowanie statusu prawnego</w:t>
            </w:r>
          </w:p>
          <w:p w:rsidRPr="005B4C8B" w:rsidR="00AB6CE2" w:rsidP="00AB6CE2" w:rsidRDefault="00AB6CE2" w14:paraId="4920E722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manipulacyjna</w:t>
            </w:r>
          </w:p>
          <w:p w:rsidRPr="005B4C8B" w:rsidR="00AB6CE2" w:rsidP="00AB6CE2" w:rsidRDefault="00AB6CE2" w14:paraId="0E4FD63A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kontrolna</w:t>
            </w:r>
          </w:p>
          <w:p w:rsidRPr="005B4C8B" w:rsidR="00AB6CE2" w:rsidP="00AB6CE2" w:rsidRDefault="00AB6CE2" w14:paraId="27DA1E80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ratingowa</w:t>
            </w:r>
          </w:p>
          <w:p w:rsidRPr="005B4C8B" w:rsidR="00AB6CE2" w:rsidP="00AB6CE2" w:rsidRDefault="00AB6CE2" w14:paraId="75D0ED83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5B4C8B">
              <w:rPr>
                <w:rFonts w:ascii="Corbel" w:hAnsi="Corbel" w:cs="Arial"/>
                <w:color w:val="000000"/>
                <w:shd w:val="clear" w:color="auto" w:fill="FFFFFF"/>
              </w:rPr>
              <w:t>Funkcja komunikacji i dialogu 4h</w:t>
            </w:r>
          </w:p>
        </w:tc>
      </w:tr>
      <w:tr w:rsidRPr="009C54AE" w:rsidR="0085747A" w:rsidTr="008C6229" w14:paraId="3EE64904" w14:textId="77777777">
        <w:tc>
          <w:tcPr>
            <w:tcW w:w="9520" w:type="dxa"/>
          </w:tcPr>
          <w:p w:rsidRPr="005B4C8B" w:rsidR="0085747A" w:rsidP="005B4C8B" w:rsidRDefault="00D63981" w14:paraId="5FB85D75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lastRenderedPageBreak/>
              <w:t>Media relations i regulacje prawne dotyczące reklamy</w:t>
            </w:r>
            <w:r w:rsidRPr="005B4C8B" w:rsidR="00F55949">
              <w:rPr>
                <w:rFonts w:ascii="Corbel" w:hAnsi="Corbel"/>
              </w:rPr>
              <w:t xml:space="preserve"> </w:t>
            </w:r>
            <w:r w:rsidRPr="005B4C8B" w:rsidR="00F55949">
              <w:rPr>
                <w:rFonts w:ascii="Corbel" w:hAnsi="Corbel"/>
                <w:b/>
                <w:bCs/>
              </w:rPr>
              <w:t xml:space="preserve"> </w:t>
            </w:r>
            <w:r w:rsidRPr="005B4C8B" w:rsidR="00AB6CE2">
              <w:rPr>
                <w:rFonts w:ascii="Corbel" w:hAnsi="Corbel"/>
                <w:b/>
                <w:bCs/>
              </w:rPr>
              <w:t xml:space="preserve">2 </w:t>
            </w:r>
            <w:r w:rsidRPr="005B4C8B" w:rsidR="00F55949">
              <w:rPr>
                <w:rFonts w:ascii="Corbel" w:hAnsi="Corbel"/>
                <w:b/>
                <w:bCs/>
              </w:rPr>
              <w:t>h</w:t>
            </w:r>
          </w:p>
        </w:tc>
      </w:tr>
      <w:tr w:rsidRPr="009C54AE" w:rsidR="00D63981" w:rsidTr="008C6229" w14:paraId="4A2059AB" w14:textId="77777777">
        <w:tc>
          <w:tcPr>
            <w:tcW w:w="9520" w:type="dxa"/>
          </w:tcPr>
          <w:p w:rsidRPr="005B4C8B" w:rsidR="00D63981" w:rsidP="005B4C8B" w:rsidRDefault="00EF0E99" w14:paraId="238BED6E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Przypadki naruszeń przepisów prawnych w komunikacji</w:t>
            </w:r>
            <w:r w:rsidRPr="005B4C8B" w:rsidR="00F55949">
              <w:rPr>
                <w:rFonts w:ascii="Corbel" w:hAnsi="Corbel"/>
              </w:rPr>
              <w:t xml:space="preserve"> </w:t>
            </w:r>
            <w:r w:rsidRPr="005B4C8B" w:rsidR="00AB6CE2">
              <w:rPr>
                <w:rFonts w:ascii="Corbel" w:hAnsi="Corbel"/>
                <w:b/>
                <w:bCs/>
              </w:rPr>
              <w:t>2</w:t>
            </w:r>
            <w:r w:rsidRPr="005B4C8B" w:rsidR="00F55949">
              <w:rPr>
                <w:rFonts w:ascii="Corbel" w:hAnsi="Corbel"/>
                <w:b/>
                <w:bCs/>
              </w:rPr>
              <w:t xml:space="preserve"> h</w:t>
            </w:r>
          </w:p>
        </w:tc>
      </w:tr>
      <w:tr w:rsidRPr="009C54AE" w:rsidR="00D63981" w:rsidTr="008C6229" w14:paraId="2D7B3FAA" w14:textId="77777777">
        <w:tc>
          <w:tcPr>
            <w:tcW w:w="9520" w:type="dxa"/>
          </w:tcPr>
          <w:p w:rsidRPr="005B4C8B" w:rsidR="00D63981" w:rsidP="005B4C8B" w:rsidRDefault="00EF0E99" w14:paraId="561CE49D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005B4C8B">
              <w:rPr>
                <w:rFonts w:ascii="Corbel" w:hAnsi="Corbel"/>
              </w:rPr>
              <w:t>Dobre praktyki P</w:t>
            </w:r>
            <w:r w:rsidRPr="005B4C8B" w:rsidR="00106F6C">
              <w:rPr>
                <w:rFonts w:ascii="Corbel" w:hAnsi="Corbel"/>
              </w:rPr>
              <w:t xml:space="preserve">ublic </w:t>
            </w:r>
            <w:r w:rsidRPr="005B4C8B">
              <w:rPr>
                <w:rFonts w:ascii="Corbel" w:hAnsi="Corbel"/>
              </w:rPr>
              <w:t>R</w:t>
            </w:r>
            <w:r w:rsidRPr="005B4C8B" w:rsidR="00106F6C">
              <w:rPr>
                <w:rFonts w:ascii="Corbel" w:hAnsi="Corbel"/>
              </w:rPr>
              <w:t>elations</w:t>
            </w:r>
            <w:r w:rsidRPr="005B4C8B" w:rsidR="00F55949">
              <w:rPr>
                <w:rFonts w:ascii="Corbel" w:hAnsi="Corbel"/>
              </w:rPr>
              <w:t xml:space="preserve"> </w:t>
            </w:r>
            <w:r w:rsidRPr="005B4C8B" w:rsidR="00AB6CE2">
              <w:rPr>
                <w:rFonts w:ascii="Corbel" w:hAnsi="Corbel"/>
              </w:rPr>
              <w:t>1</w:t>
            </w:r>
            <w:r w:rsidRPr="005B4C8B" w:rsidR="00F55949">
              <w:rPr>
                <w:rFonts w:ascii="Corbel" w:hAnsi="Corbel"/>
                <w:b/>
                <w:bCs/>
              </w:rPr>
              <w:t xml:space="preserve"> h</w:t>
            </w:r>
          </w:p>
        </w:tc>
      </w:tr>
    </w:tbl>
    <w:p w:rsidRPr="009C54AE" w:rsidR="0085747A" w:rsidP="009C54AE" w:rsidRDefault="0085747A" w14:paraId="6C46346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C56010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A71613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968B3" w14:paraId="6B4C74CC" w14:textId="77777777">
        <w:tc>
          <w:tcPr>
            <w:tcW w:w="9520" w:type="dxa"/>
          </w:tcPr>
          <w:p w:rsidRPr="009C54AE" w:rsidR="0085747A" w:rsidP="009C54AE" w:rsidRDefault="0085747A" w14:paraId="1AAC9E9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968B3" w:rsidTr="008968B3" w14:paraId="776309B3" w14:textId="77777777">
        <w:trPr>
          <w:trHeight w:val="889"/>
        </w:trPr>
        <w:tc>
          <w:tcPr>
            <w:tcW w:w="9520" w:type="dxa"/>
          </w:tcPr>
          <w:p w:rsidRPr="00AB6CE2" w:rsidR="008968B3" w:rsidP="008968B3" w:rsidRDefault="008968B3" w14:paraId="6F299890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F0E99">
              <w:rPr>
                <w:rFonts w:ascii="Corbel" w:hAnsi="Corbel"/>
                <w:sz w:val="24"/>
                <w:szCs w:val="24"/>
                <w:lang w:val="en-US"/>
              </w:rPr>
              <w:t xml:space="preserve">PR, lobbing, sponsoring, </w:t>
            </w:r>
            <w:proofErr w:type="spellStart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konsultacje</w:t>
            </w:r>
            <w:proofErr w:type="spellEnd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społeczne</w:t>
            </w:r>
            <w:proofErr w:type="spellEnd"/>
            <w:r w:rsidRPr="00EF0E99">
              <w:rPr>
                <w:rFonts w:ascii="Corbel" w:hAnsi="Corbel"/>
                <w:sz w:val="24"/>
                <w:szCs w:val="24"/>
                <w:lang w:val="en-US"/>
              </w:rPr>
              <w:t>, crisis mana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gement </w:t>
            </w:r>
            <w:r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  <w:t>3 h</w:t>
            </w:r>
          </w:p>
          <w:p w:rsidRPr="00AB6CE2" w:rsidR="00AB6CE2" w:rsidP="008968B3" w:rsidRDefault="00AB6CE2" w14:paraId="29CEC03A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0E99">
              <w:rPr>
                <w:rFonts w:ascii="Corbel" w:hAnsi="Corbel"/>
                <w:sz w:val="24"/>
                <w:szCs w:val="24"/>
              </w:rPr>
              <w:t>PR a prawo- omówienie po</w:t>
            </w:r>
            <w:r>
              <w:rPr>
                <w:rFonts w:ascii="Corbel" w:hAnsi="Corbel"/>
                <w:sz w:val="24"/>
                <w:szCs w:val="24"/>
              </w:rPr>
              <w:t xml:space="preserve">dstawowych definicji: informacje, wizerunek, poufność, wolność, prawo do prywatności, godność ludzka </w:t>
            </w:r>
            <w:r w:rsidRPr="00AB6CE2"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  <w:p w:rsidR="00AB6CE2" w:rsidP="008968B3" w:rsidRDefault="00AB6CE2" w14:paraId="7BB14AE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Kodeksy etyczne jako źródło prawa PR- budowanie standardów prawa miękkiego do ujęcia w ramy prawne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public relations. </w:t>
            </w:r>
            <w:r>
              <w:rPr>
                <w:rFonts w:ascii="Corbel" w:hAnsi="Corbel"/>
                <w:sz w:val="24"/>
                <w:szCs w:val="24"/>
              </w:rPr>
              <w:t>Standardy etyczne a dyskredytacja 4</w:t>
            </w:r>
            <w:r w:rsidRPr="00F55949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:rsidR="008968B3" w:rsidP="008968B3" w:rsidRDefault="008968B3" w14:paraId="5B939E5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branży PR- funkcjonowanie Rady Etyki Public Relations i jej wpływu na egzekwowanie norm etycznych</w:t>
            </w:r>
            <w:r w:rsidR="00AB6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6CE2" w:rsidR="00AB6CE2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  <w:p w:rsidR="00AB6CE2" w:rsidP="008968B3" w:rsidRDefault="00AB6CE2" w14:paraId="492D62F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Przypadki naruszeń przepisów prawnych w komunikacji </w:t>
            </w:r>
            <w:r w:rsidRPr="00AB6CE2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  <w:p w:rsidRPr="009C54AE" w:rsidR="008968B3" w:rsidP="008968B3" w:rsidRDefault="008968B3" w14:paraId="6D3A79E4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Właściwe praktyk</w:t>
            </w:r>
            <w:r w:rsidR="00AB6CE2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Public Relations</w:t>
            </w:r>
            <w:r w:rsidR="00AB6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6CE2" w:rsidR="00AB6CE2">
              <w:rPr>
                <w:rFonts w:ascii="Corbel" w:hAnsi="Corbel"/>
                <w:b/>
                <w:bCs/>
                <w:sz w:val="24"/>
                <w:szCs w:val="24"/>
              </w:rPr>
              <w:t>1 h</w:t>
            </w:r>
          </w:p>
        </w:tc>
      </w:tr>
    </w:tbl>
    <w:p w:rsidRPr="009C54AE" w:rsidR="0085747A" w:rsidP="009C54AE" w:rsidRDefault="0085747A" w14:paraId="2D780B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15237A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A2F09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P="196C0FD4" w:rsidRDefault="00153C41" w14:paraId="3FF9C1F0" w14:textId="10A04A1B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196C0FD4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ykład</w:t>
      </w:r>
      <w:r w:rsidRPr="196C0FD4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: wykład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problemowy</w:t>
      </w:r>
      <w:r w:rsidRPr="196C0FD4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, 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wykład z prezentacją multimedialną</w:t>
      </w:r>
      <w:r w:rsidRPr="196C0FD4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metody kształcenia na odległość </w:t>
      </w:r>
    </w:p>
    <w:p w:rsidR="00153C41" w:rsidP="009C54AE" w:rsidRDefault="00153C41" w14:paraId="6B91F53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196C0FD4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</w:t>
      </w:r>
      <w:r w:rsidRPr="196C0FD4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196C0FD4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196C0FD4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196C0FD4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196C0FD4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196C0FD4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196C0FD4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196C0FD4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196C0FD4" w:rsidR="00106F6C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196C0FD4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gry dydaktyczne, </w:t>
      </w:r>
      <w:r w:rsidRPr="196C0FD4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="196C0FD4" w:rsidP="196C0FD4" w:rsidRDefault="196C0FD4" w14:paraId="4AA3C5C4" w14:textId="40315361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9C54AE" w:rsidRDefault="00C61DC5" w14:paraId="32652C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E7A0A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AF62C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125B4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Pr="009C54AE" w:rsidR="0085747A" w:rsidTr="00C05F44" w14:paraId="085B7BA5" w14:textId="77777777">
        <w:tc>
          <w:tcPr>
            <w:tcW w:w="1985" w:type="dxa"/>
            <w:vAlign w:val="center"/>
          </w:tcPr>
          <w:p w:rsidRPr="009C54AE" w:rsidR="0085747A" w:rsidP="009C54AE" w:rsidRDefault="0071620A" w14:paraId="0E8A3B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8160B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0CCBD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991BC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70866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85D50B7" w14:textId="77777777">
        <w:tc>
          <w:tcPr>
            <w:tcW w:w="1985" w:type="dxa"/>
          </w:tcPr>
          <w:p w:rsidRPr="009C54AE" w:rsidR="0085747A" w:rsidP="009C54AE" w:rsidRDefault="0085747A" w14:paraId="38A32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5B4C8B" w:rsidR="0085747A" w:rsidP="009C54AE" w:rsidRDefault="005B4C8B" w14:paraId="663DD2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</w:tcPr>
          <w:p w:rsidRPr="009C54AE" w:rsidR="0085747A" w:rsidP="009C54AE" w:rsidRDefault="005B4C8B" w14:paraId="6CCB2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0D4130A0" w14:textId="77777777">
        <w:tc>
          <w:tcPr>
            <w:tcW w:w="1985" w:type="dxa"/>
          </w:tcPr>
          <w:p w:rsidRPr="009C54AE" w:rsidR="0085747A" w:rsidP="009C54AE" w:rsidRDefault="0085747A" w14:paraId="3EEE46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5B4C8B" w14:paraId="5616B4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</w:tcPr>
          <w:p w:rsidRPr="009C54AE" w:rsidR="0085747A" w:rsidP="009C54AE" w:rsidRDefault="005B4C8B" w14:paraId="401C00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5B4C8B" w:rsidTr="00C05F44" w14:paraId="4844B648" w14:textId="77777777">
        <w:tc>
          <w:tcPr>
            <w:tcW w:w="1985" w:type="dxa"/>
          </w:tcPr>
          <w:p w:rsidRPr="009C54AE" w:rsidR="005B4C8B" w:rsidP="009C54AE" w:rsidRDefault="005B4C8B" w14:paraId="18F31A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5B4C8B" w:rsidP="009C54AE" w:rsidRDefault="005B4C8B" w14:paraId="413F34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egzamin/kolokwium</w:t>
            </w:r>
          </w:p>
        </w:tc>
        <w:tc>
          <w:tcPr>
            <w:tcW w:w="2126" w:type="dxa"/>
          </w:tcPr>
          <w:p w:rsidRPr="009C54AE" w:rsidR="005B4C8B" w:rsidP="009C54AE" w:rsidRDefault="005B4C8B" w14:paraId="30D075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5B4C8B" w:rsidTr="00C05F44" w14:paraId="66330E93" w14:textId="77777777">
        <w:tc>
          <w:tcPr>
            <w:tcW w:w="1985" w:type="dxa"/>
          </w:tcPr>
          <w:p w:rsidRPr="009C54AE" w:rsidR="005B4C8B" w:rsidP="009C54AE" w:rsidRDefault="005B4C8B" w14:paraId="0F11BC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5B4C8B" w:rsidP="009C54AE" w:rsidRDefault="005B4C8B" w14:paraId="36776E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5B4C8B" w:rsidP="009C54AE" w:rsidRDefault="005B4C8B" w14:paraId="1EE585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5B4C8B" w:rsidTr="00C05F44" w14:paraId="353ACC04" w14:textId="77777777">
        <w:tc>
          <w:tcPr>
            <w:tcW w:w="1985" w:type="dxa"/>
          </w:tcPr>
          <w:p w:rsidRPr="009C54AE" w:rsidR="005B4C8B" w:rsidP="009C54AE" w:rsidRDefault="005B4C8B" w14:paraId="4FC307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5B4C8B" w:rsidP="009C54AE" w:rsidRDefault="005B4C8B" w14:paraId="08067B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5B4C8B" w:rsidP="009C54AE" w:rsidRDefault="005B4C8B" w14:paraId="7BA99E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BB180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3AB1A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62E02C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BF0B1EE" w14:paraId="17776253" w14:textId="77777777">
        <w:tc>
          <w:tcPr>
            <w:tcW w:w="9670" w:type="dxa"/>
            <w:tcMar/>
          </w:tcPr>
          <w:p w:rsidRPr="009C54AE" w:rsidR="0085747A" w:rsidP="1BF0B1EE" w:rsidRDefault="0085747A" w14:paraId="0845AA01" w14:textId="4C7030A1">
            <w:pPr>
              <w:spacing w:before="0" w:after="0"/>
              <w:jc w:val="both"/>
            </w:pPr>
            <w:r w:rsidRPr="1BF0B1EE" w:rsidR="4071838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1BF0B1EE" w:rsidRDefault="0085747A" w14:paraId="49742D89" w14:textId="0F5A698C">
            <w:pPr>
              <w:spacing w:before="0" w:after="0"/>
              <w:jc w:val="both"/>
            </w:pPr>
            <w:r w:rsidRPr="1BF0B1EE" w:rsidR="4071838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BF0B1EE" w:rsidR="4071838A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BF0B1EE" w:rsidR="4071838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BF0B1EE" w:rsidR="4071838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27A472B0" w14:textId="2193CD04">
            <w:pPr>
              <w:spacing w:before="0" w:after="0"/>
              <w:jc w:val="both"/>
            </w:pPr>
            <w:r w:rsidRPr="1BF0B1EE" w:rsidR="4071838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BF0B1EE" w:rsidR="4071838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1A24EC43" w14:textId="5C25F3AD">
            <w:pPr>
              <w:spacing w:before="0" w:after="0"/>
              <w:jc w:val="both"/>
            </w:pPr>
            <w:r w:rsidRPr="1BF0B1EE" w:rsidR="4071838A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BF0B1EE" w:rsidR="4071838A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7A8C1BC5" w14:textId="3A7579BA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1BF0B1EE" w:rsidRDefault="0085747A" w14:paraId="6E92CD8B" w14:textId="5456E796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1BF0B1EE" w:rsidRDefault="0085747A" w14:paraId="7AB56728" w14:textId="20D97CF6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1BF0B1EE" w:rsidRDefault="0085747A" w14:paraId="3CF030AF" w14:textId="62353C8A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1BF0B1EE" w:rsidRDefault="0085747A" w14:paraId="2EE00B4F" w14:textId="0BB50015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1BF0B1EE" w:rsidRDefault="0085747A" w14:paraId="7EA0C936" w14:textId="38685FEA">
            <w:pPr>
              <w:spacing w:before="0" w:after="0"/>
            </w:pPr>
            <w:r w:rsidRPr="1BF0B1EE" w:rsidR="4071838A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1BF0B1EE" w:rsidRDefault="0085747A" w14:paraId="58CC6E68" w14:textId="4BAFD85B">
            <w:pPr>
              <w:spacing w:before="0" w:after="0"/>
              <w:jc w:val="both"/>
            </w:pPr>
            <w:r w:rsidRPr="1BF0B1EE" w:rsidR="4071838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67C7CB85" w14:textId="096E8AB2">
            <w:pPr>
              <w:spacing w:before="0" w:after="0"/>
              <w:jc w:val="both"/>
            </w:pPr>
            <w:r w:rsidRPr="1BF0B1EE" w:rsidR="4071838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1BF0B1EE" w:rsidRDefault="0085747A" w14:paraId="7D433C84" w14:textId="3F1FE993">
            <w:pPr>
              <w:spacing w:before="0" w:after="0"/>
              <w:jc w:val="both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1BF0B1EE" w:rsidR="4071838A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0DA4A1D7" w14:textId="11CA26EC">
            <w:pPr>
              <w:spacing w:before="0" w:after="0"/>
              <w:jc w:val="both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BF0B1EE" w:rsidR="4071838A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BF0B1EE" w:rsidRDefault="0085747A" w14:paraId="6DFAC787" w14:textId="4FA71FFF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1BF0B1EE" w:rsidRDefault="0085747A" w14:paraId="5F45BE32" w14:textId="71771D64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1BF0B1EE" w:rsidRDefault="0085747A" w14:paraId="12E5EB23" w14:textId="7D508B59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1BF0B1EE" w:rsidRDefault="0085747A" w14:paraId="19A8CB18" w14:textId="1EC735A5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1BF0B1EE" w:rsidRDefault="0085747A" w14:paraId="16D3D4E3" w14:textId="7A2949C3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1BF0B1EE" w:rsidRDefault="0085747A" w14:paraId="640D6251" w14:textId="55C52108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1BF0B1EE" w:rsidRDefault="0085747A" w14:paraId="16ED12BA" w14:textId="664A5410">
            <w:pPr>
              <w:spacing w:before="0" w:after="0"/>
            </w:pPr>
            <w:r w:rsidRPr="1BF0B1EE" w:rsidR="4071838A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1BF0B1EE" w:rsidRDefault="0085747A" w14:paraId="1AFDD8EB" w14:textId="0E82821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A03D1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F85790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E8080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FF7BE5B" w14:textId="77777777">
        <w:tc>
          <w:tcPr>
            <w:tcW w:w="4962" w:type="dxa"/>
            <w:vAlign w:val="center"/>
          </w:tcPr>
          <w:p w:rsidRPr="009C54AE" w:rsidR="0085747A" w:rsidP="009C54AE" w:rsidRDefault="00C61DC5" w14:paraId="42CB6D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12BFF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E2AD94E" w14:textId="77777777">
        <w:tc>
          <w:tcPr>
            <w:tcW w:w="4962" w:type="dxa"/>
          </w:tcPr>
          <w:p w:rsidRPr="009C54AE" w:rsidR="0085747A" w:rsidP="009C54AE" w:rsidRDefault="00C61DC5" w14:paraId="3E4E85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C6229" w:rsidRDefault="008C6229" w14:paraId="656DBE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A6B3694" w14:textId="77777777">
        <w:tc>
          <w:tcPr>
            <w:tcW w:w="4962" w:type="dxa"/>
          </w:tcPr>
          <w:p w:rsidRPr="009C54AE" w:rsidR="00C61DC5" w:rsidP="009C54AE" w:rsidRDefault="00C61DC5" w14:paraId="0CDF61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B7AE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8C6229" w:rsidRDefault="008C6229" w14:paraId="51ADFA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5468367" w14:textId="77777777">
        <w:tc>
          <w:tcPr>
            <w:tcW w:w="4962" w:type="dxa"/>
          </w:tcPr>
          <w:p w:rsidRPr="009C54AE" w:rsidR="0071620A" w:rsidP="009C54AE" w:rsidRDefault="00C61DC5" w14:paraId="1E198F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59D43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8C6229" w:rsidRDefault="008C6229" w14:paraId="0D2F29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85747A" w:rsidTr="00923D7D" w14:paraId="35563682" w14:textId="77777777">
        <w:tc>
          <w:tcPr>
            <w:tcW w:w="4962" w:type="dxa"/>
          </w:tcPr>
          <w:p w:rsidRPr="009C54AE" w:rsidR="0085747A" w:rsidP="009C54AE" w:rsidRDefault="0085747A" w14:paraId="5D2C02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C6229" w:rsidRDefault="008C6229" w14:paraId="7C6E7A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55E10029" w14:textId="77777777">
        <w:tc>
          <w:tcPr>
            <w:tcW w:w="4962" w:type="dxa"/>
          </w:tcPr>
          <w:p w:rsidRPr="009C54AE" w:rsidR="0085747A" w:rsidP="009C54AE" w:rsidRDefault="0085747A" w14:paraId="4775F9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8C6229" w:rsidRDefault="008C6229" w14:paraId="140318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33D0159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D8FC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F5C83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B1FA31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196C0FD4" w14:paraId="058097B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7C181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196C0FD4" w:rsidRDefault="0085747A" w14:paraId="359A8F84" w14:textId="044F15D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96C0FD4" w:rsidR="1DEFA1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196C0FD4" w14:paraId="0DDFF37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1491C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196C0FD4" w:rsidRDefault="0085747A" w14:paraId="5CD260FF" w14:textId="11D53EF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6C0FD4" w:rsidR="0185FBB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638C44D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738FA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FE6C6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059CE608" w14:textId="77777777">
        <w:trPr>
          <w:trHeight w:val="397"/>
        </w:trPr>
        <w:tc>
          <w:tcPr>
            <w:tcW w:w="7513" w:type="dxa"/>
          </w:tcPr>
          <w:p w:rsidR="008C6229" w:rsidP="004665CA" w:rsidRDefault="0085747A" w14:paraId="534A5F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C62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8C6229" w:rsidR="0085747A" w:rsidP="004665CA" w:rsidRDefault="008C6229" w14:paraId="672DA248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Hope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w zawodzie specjalistów public relations,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8C6229" w:rsidP="004665CA" w:rsidRDefault="008C6229" w14:paraId="5CB78A35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Obowiązki informacyjne w gospodarce jako element zwiększania konkurencji,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2020</w:t>
            </w:r>
          </w:p>
          <w:p w:rsidR="008C6229" w:rsidP="004665CA" w:rsidRDefault="008C6229" w14:paraId="083DFC3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instytucje standaryzacji informowania w ustawie o dostępie cyfrowym,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A. Borkowski, W. Małecki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Państwo a przedsiębiorca- aktualne wyzwania,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</w:p>
          <w:p w:rsidR="008C6229" w:rsidP="004665CA" w:rsidRDefault="008C6229" w14:paraId="4D022944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zakresie tworzenia ładu korporacyjnego na przykładzie nowelizacji ustawy o KRS,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Bilewska (red.)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Efektywność zarządzania i nadzoru w spółce handlowej. W poszukiwaniu optymalnego ustroju spółki,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  <w:p w:rsidRPr="008C6229" w:rsidR="008C6229" w:rsidP="004665CA" w:rsidRDefault="008C6229" w14:paraId="66F5FAA1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Olszewski,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obowiązki informacyjne w prawie publicznym,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Królikowska-Olczak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Sektory infrastrukturalne- problematyka prawna,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</w:p>
        </w:tc>
      </w:tr>
      <w:tr w:rsidRPr="009C54AE" w:rsidR="0085747A" w:rsidTr="0071620A" w14:paraId="57CEDF53" w14:textId="77777777">
        <w:trPr>
          <w:trHeight w:val="397"/>
        </w:trPr>
        <w:tc>
          <w:tcPr>
            <w:tcW w:w="7513" w:type="dxa"/>
          </w:tcPr>
          <w:p w:rsidRPr="009C54AE" w:rsidR="0085747A" w:rsidP="009C54AE" w:rsidRDefault="0085747A" w14:paraId="6F3177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Pr="009C54AE" w:rsidR="0085747A" w:rsidP="009C54AE" w:rsidRDefault="0085747A" w14:paraId="365A4EC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8D7AD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BAE73A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2659" w:rsidP="00C16ABF" w:rsidRDefault="00342659" w14:paraId="66DE38F4" w14:textId="77777777">
      <w:pPr>
        <w:spacing w:after="0" w:line="240" w:lineRule="auto"/>
      </w:pPr>
      <w:r>
        <w:separator/>
      </w:r>
    </w:p>
  </w:endnote>
  <w:endnote w:type="continuationSeparator" w:id="0">
    <w:p w:rsidR="00342659" w:rsidP="00C16ABF" w:rsidRDefault="00342659" w14:paraId="6DDFF7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2659" w:rsidP="00C16ABF" w:rsidRDefault="00342659" w14:paraId="5F303EC4" w14:textId="77777777">
      <w:pPr>
        <w:spacing w:after="0" w:line="240" w:lineRule="auto"/>
      </w:pPr>
      <w:r>
        <w:separator/>
      </w:r>
    </w:p>
  </w:footnote>
  <w:footnote w:type="continuationSeparator" w:id="0">
    <w:p w:rsidR="00342659" w:rsidP="00C16ABF" w:rsidRDefault="00342659" w14:paraId="5B11943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DD8026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2A50"/>
    <w:multiLevelType w:val="hybridMultilevel"/>
    <w:tmpl w:val="6374EC7C"/>
    <w:lvl w:ilvl="0" w:tplc="0F1055F8">
      <w:start w:val="1"/>
      <w:numFmt w:val="lowerLetter"/>
      <w:lvlText w:val="%1)"/>
      <w:lvlJc w:val="left"/>
      <w:pPr>
        <w:ind w:left="720" w:hanging="360"/>
      </w:pPr>
      <w:rPr>
        <w:rFonts w:hint="default" w:ascii="Corbel" w:hAnsi="Corbel" w:cs="Arial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87D06"/>
    <w:multiLevelType w:val="hybridMultilevel"/>
    <w:tmpl w:val="DEE6CC44"/>
    <w:lvl w:ilvl="0" w:tplc="F94A2456">
      <w:start w:val="1"/>
      <w:numFmt w:val="lowerLetter"/>
      <w:lvlText w:val="%1)"/>
      <w:lvlJc w:val="left"/>
      <w:pPr>
        <w:ind w:left="720" w:hanging="360"/>
      </w:pPr>
      <w:rPr>
        <w:rFonts w:hint="default" w:ascii="Corbel" w:hAnsi="Corbel" w:cs="Arial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805"/>
    <w:multiLevelType w:val="hybridMultilevel"/>
    <w:tmpl w:val="3DFC54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CB1"/>
    <w:multiLevelType w:val="multilevel"/>
    <w:tmpl w:val="18DE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166E8"/>
    <w:multiLevelType w:val="hybridMultilevel"/>
    <w:tmpl w:val="81B8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C7054"/>
    <w:multiLevelType w:val="hybridMultilevel"/>
    <w:tmpl w:val="40CC2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D1A7E"/>
    <w:multiLevelType w:val="multilevel"/>
    <w:tmpl w:val="217A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E944E2"/>
    <w:multiLevelType w:val="hybridMultilevel"/>
    <w:tmpl w:val="45F679DC"/>
    <w:lvl w:ilvl="0" w:tplc="1AB0465A">
      <w:start w:val="1"/>
      <w:numFmt w:val="lowerLetter"/>
      <w:lvlText w:val="%1)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9" w15:restartNumberingAfterBreak="0">
    <w:nsid w:val="73846EE9"/>
    <w:multiLevelType w:val="hybridMultilevel"/>
    <w:tmpl w:val="E48A2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35AB4"/>
    <w:multiLevelType w:val="hybridMultilevel"/>
    <w:tmpl w:val="7228F332"/>
    <w:lvl w:ilvl="0" w:tplc="003EC4A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97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F6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82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659"/>
    <w:rsid w:val="00344A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5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C8B"/>
    <w:rsid w:val="005C080F"/>
    <w:rsid w:val="005C55E5"/>
    <w:rsid w:val="005C696A"/>
    <w:rsid w:val="005E6E85"/>
    <w:rsid w:val="005F31D2"/>
    <w:rsid w:val="0061029B"/>
    <w:rsid w:val="00617230"/>
    <w:rsid w:val="00620FA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A8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2C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827"/>
    <w:rsid w:val="00884922"/>
    <w:rsid w:val="00885F64"/>
    <w:rsid w:val="008917F9"/>
    <w:rsid w:val="008968B3"/>
    <w:rsid w:val="008A45F7"/>
    <w:rsid w:val="008C0CC0"/>
    <w:rsid w:val="008C19A9"/>
    <w:rsid w:val="008C379D"/>
    <w:rsid w:val="008C5147"/>
    <w:rsid w:val="008C5359"/>
    <w:rsid w:val="008C5363"/>
    <w:rsid w:val="008C622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E7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E6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981"/>
    <w:rsid w:val="00D74119"/>
    <w:rsid w:val="00D8075B"/>
    <w:rsid w:val="00D8678B"/>
    <w:rsid w:val="00DA2114"/>
    <w:rsid w:val="00DA52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99"/>
    <w:rsid w:val="00F070AB"/>
    <w:rsid w:val="00F17567"/>
    <w:rsid w:val="00F27A7B"/>
    <w:rsid w:val="00F526AF"/>
    <w:rsid w:val="00F5594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85FBBC"/>
    <w:rsid w:val="0C795EA9"/>
    <w:rsid w:val="10A65E77"/>
    <w:rsid w:val="16C4E610"/>
    <w:rsid w:val="196C0FD4"/>
    <w:rsid w:val="1ABF1B49"/>
    <w:rsid w:val="1BF0B1EE"/>
    <w:rsid w:val="1DEFA16B"/>
    <w:rsid w:val="243A9B89"/>
    <w:rsid w:val="277C16C9"/>
    <w:rsid w:val="2DCDB959"/>
    <w:rsid w:val="4071838A"/>
    <w:rsid w:val="447F9314"/>
    <w:rsid w:val="483D1D76"/>
    <w:rsid w:val="58D905FD"/>
    <w:rsid w:val="5CA2BFB6"/>
    <w:rsid w:val="5D1D920F"/>
    <w:rsid w:val="5DA03C4F"/>
    <w:rsid w:val="65B1529D"/>
    <w:rsid w:val="699CD57E"/>
    <w:rsid w:val="69E2ECBA"/>
    <w:rsid w:val="71BD3E82"/>
    <w:rsid w:val="74CE9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015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398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92C3-97DE-B64F-A83B-BC17468814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2019-02-06T12:12:00.0000000Z</lastPrinted>
  <dcterms:created xsi:type="dcterms:W3CDTF">2021-12-12T12:05:00.0000000Z</dcterms:created>
  <dcterms:modified xsi:type="dcterms:W3CDTF">2022-01-24T07:29:55.9918484Z</dcterms:modified>
</coreProperties>
</file>